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FF58E7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F66268">
        <w:rPr>
          <w:b/>
          <w:color w:val="FF5200" w:themeColor="accent2"/>
          <w:sz w:val="36"/>
          <w:szCs w:val="36"/>
        </w:rPr>
        <w:t>s názvem „</w:t>
      </w:r>
      <w:r w:rsidR="00F66268" w:rsidRPr="00F66268">
        <w:rPr>
          <w:b/>
          <w:color w:val="FF5200" w:themeColor="accent2"/>
          <w:sz w:val="36"/>
          <w:szCs w:val="36"/>
        </w:rPr>
        <w:t>VMware - obnova licencí 2023</w:t>
      </w:r>
      <w:r w:rsidR="0031280B" w:rsidRPr="00F66268">
        <w:rPr>
          <w:b/>
          <w:color w:val="FF5200" w:themeColor="accent2"/>
          <w:sz w:val="36"/>
          <w:szCs w:val="36"/>
        </w:rPr>
        <w:t>“</w:t>
      </w:r>
      <w:r w:rsidR="000128D4" w:rsidRPr="00F6626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6626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66268" w:rsidRPr="00F6626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38280/2023-SŽ-GŘ-O8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651AF1C2" w14:textId="3D8AB044" w:rsidR="00F66268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6938128" w:history="1">
            <w:r w:rsidR="00F66268" w:rsidRPr="000628DC">
              <w:rPr>
                <w:rStyle w:val="Hypertextovodkaz"/>
                <w:noProof/>
              </w:rPr>
              <w:t>Kapitola 1.</w:t>
            </w:r>
            <w:r w:rsidR="00F6626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66268" w:rsidRPr="000628DC">
              <w:rPr>
                <w:rStyle w:val="Hypertextovodkaz"/>
                <w:noProof/>
              </w:rPr>
              <w:t>Základní údaje k nabídce</w:t>
            </w:r>
            <w:r w:rsidR="00F66268">
              <w:rPr>
                <w:noProof/>
                <w:webHidden/>
              </w:rPr>
              <w:tab/>
            </w:r>
            <w:r w:rsidR="00F66268">
              <w:rPr>
                <w:noProof/>
                <w:webHidden/>
              </w:rPr>
              <w:fldChar w:fldCharType="begin"/>
            </w:r>
            <w:r w:rsidR="00F66268">
              <w:rPr>
                <w:noProof/>
                <w:webHidden/>
              </w:rPr>
              <w:instrText xml:space="preserve"> PAGEREF _Toc136938128 \h </w:instrText>
            </w:r>
            <w:r w:rsidR="00F66268">
              <w:rPr>
                <w:noProof/>
                <w:webHidden/>
              </w:rPr>
            </w:r>
            <w:r w:rsidR="00F66268">
              <w:rPr>
                <w:noProof/>
                <w:webHidden/>
              </w:rPr>
              <w:fldChar w:fldCharType="separate"/>
            </w:r>
            <w:r w:rsidR="00F66268">
              <w:rPr>
                <w:noProof/>
                <w:webHidden/>
              </w:rPr>
              <w:t>2</w:t>
            </w:r>
            <w:r w:rsidR="00F66268">
              <w:rPr>
                <w:noProof/>
                <w:webHidden/>
              </w:rPr>
              <w:fldChar w:fldCharType="end"/>
            </w:r>
          </w:hyperlink>
        </w:p>
        <w:p w14:paraId="55B97FAF" w14:textId="527A6878" w:rsidR="00F66268" w:rsidRDefault="00F6626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6938129" w:history="1">
            <w:r w:rsidRPr="000628D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628D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_Toc136938129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43F1B" w14:textId="128455EB" w:rsidR="00F66268" w:rsidRDefault="00F6626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6938130" w:history="1">
            <w:r w:rsidRPr="000628D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628DC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_Toc136938130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D5C32D" w14:textId="339CB12C" w:rsidR="00F66268" w:rsidRDefault="00F6626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6938131" w:history="1">
            <w:r w:rsidRPr="000628D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628D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_Toc136938131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AD836B" w14:textId="14158ECE" w:rsidR="00F66268" w:rsidRDefault="00F6626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6938132" w:history="1">
            <w:r w:rsidRPr="000628DC">
              <w:rPr>
                <w:rStyle w:val="Hypertextovodkaz"/>
                <w:rFonts w:eastAsia="Times New Roman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628DC">
              <w:rPr>
                <w:rStyle w:val="Hypertextovodkaz"/>
                <w:noProof/>
              </w:rPr>
              <w:t>Čestné</w:t>
            </w:r>
            <w:r w:rsidRPr="000628D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_Toc136938132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66765800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3693812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0191CDFC" w14:textId="29E9640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F66268">
        <w:t>Výzvy k podání nabíd</w:t>
      </w:r>
      <w:r w:rsidR="004C76E9" w:rsidRPr="00F66268">
        <w:t>ky</w:t>
      </w:r>
      <w:r w:rsidRPr="00F66268">
        <w:t xml:space="preserve"> na veřejnou zakázku zadávanou</w:t>
      </w:r>
      <w:r w:rsidR="004C76E9" w:rsidRPr="00F66268">
        <w:t xml:space="preserve"> jako </w:t>
      </w:r>
      <w:r w:rsidR="000128D4" w:rsidRPr="00F66268">
        <w:rPr>
          <w:rFonts w:eastAsia="Times New Roman" w:cs="Times New Roman"/>
          <w:lang w:eastAsia="cs-CZ"/>
        </w:rPr>
        <w:t>podlimitní sektorovou veřejnou zakázku</w:t>
      </w:r>
      <w:r w:rsidRPr="00F66268">
        <w:t>, jsou pravdivé</w:t>
      </w:r>
      <w:r w:rsidR="009771C9" w:rsidRPr="00F66268">
        <w:t>, úplné a odpovídají skutečnosti</w:t>
      </w:r>
      <w:r w:rsidRPr="00F66268">
        <w:t xml:space="preserve">. Účastník si je vědom důsledků záměrného uvedení nepravdivých údajů, které v rovině tohoto </w:t>
      </w:r>
      <w:r w:rsidR="00626DB3" w:rsidRPr="00F66268">
        <w:t xml:space="preserve">výběrového </w:t>
      </w:r>
      <w:r w:rsidRPr="00F66268">
        <w:t xml:space="preserve">řízení </w:t>
      </w:r>
      <w:r w:rsidR="009771C9" w:rsidRPr="00F66268">
        <w:t>mohou vést</w:t>
      </w:r>
      <w:r w:rsidR="009771C9">
        <w:t xml:space="preserve">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0F38A4A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6626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6626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36938129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3693813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 w:rsidRPr="00F66268">
        <w:rPr>
          <w:rFonts w:eastAsia="Times New Roman" w:cs="Times New Roman"/>
          <w:lang w:eastAsia="cs-CZ"/>
        </w:rPr>
        <w:t>Účastník</w:t>
      </w:r>
      <w:r w:rsidR="00C15E30" w:rsidRPr="00F66268">
        <w:rPr>
          <w:rFonts w:eastAsia="Times New Roman" w:cs="Times New Roman"/>
          <w:lang w:eastAsia="cs-CZ"/>
        </w:rPr>
        <w:t xml:space="preserve">, </w:t>
      </w:r>
      <w:r w:rsidR="00A327CB" w:rsidRPr="00F66268">
        <w:rPr>
          <w:rFonts w:eastAsia="Times New Roman" w:cs="Times New Roman"/>
          <w:lang w:eastAsia="cs-CZ"/>
        </w:rPr>
        <w:t xml:space="preserve">který podává </w:t>
      </w:r>
      <w:r w:rsidRPr="00F66268">
        <w:rPr>
          <w:rFonts w:eastAsia="Times New Roman" w:cs="Times New Roman"/>
          <w:lang w:eastAsia="cs-CZ"/>
        </w:rPr>
        <w:t xml:space="preserve">tuto </w:t>
      </w:r>
      <w:r w:rsidR="00A327CB" w:rsidRPr="00F66268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3693813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3693813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9C55FF" w16cid:durableId="2767CF92"/>
  <w16cid:commentId w16cid:paraId="119BEBB6" w16cid:durableId="2767CF8A"/>
  <w16cid:commentId w16cid:paraId="25AE50F4" w16cid:durableId="2767CF8B"/>
  <w16cid:commentId w16cid:paraId="2B645E15" w16cid:durableId="2767CF8C"/>
  <w16cid:commentId w16cid:paraId="565E0F95" w16cid:durableId="2767CF8D"/>
  <w16cid:commentId w16cid:paraId="6DF00398" w16cid:durableId="2767CF8E"/>
  <w16cid:commentId w16cid:paraId="1CABC1E4" w16cid:durableId="2767CF8F"/>
  <w16cid:commentId w16cid:paraId="0439FB28" w16cid:durableId="2767CF90"/>
  <w16cid:commentId w16cid:paraId="4668238C" w16cid:durableId="2767CF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7EB0299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626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626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A535F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643A3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C1A2AC8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626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626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02DC79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8491D3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02D0DB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F9346D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B10C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66268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95E67-EE20-4DA9-B478-17C41827F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B4541E-A7CC-40AC-8CA7-F11AA6E9F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6</Pages>
  <Words>1020</Words>
  <Characters>6022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2023-06-06T08:00:00Z</dcterms:created>
  <dcterms:modified xsi:type="dcterms:W3CDTF">2023-06-06T08:02:00Z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